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4D635D">
        <w:rPr>
          <w:rFonts w:ascii="Arial" w:hAnsi="Arial" w:cs="Arial"/>
          <w:b/>
          <w:caps/>
          <w:sz w:val="28"/>
          <w:szCs w:val="28"/>
        </w:rPr>
        <w:t>802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C3FEA" w:rsidP="00B518C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Reitera a Indicação nº 1578/2018, solicitando a troca das lixeiras e a limpeza do Largo do Cruzeiro, localizado na Rua Luiz Simon, na altura do nº 413, no Jardim Paraíba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</w:t>
      </w:r>
      <w:r w:rsidR="00963E0E">
        <w:rPr>
          <w:rFonts w:ascii="Arial" w:hAnsi="Arial" w:cs="Arial"/>
        </w:rPr>
        <w:t xml:space="preserve">visando </w:t>
      </w:r>
      <w:r w:rsidR="002E45EB" w:rsidRPr="002E45EB">
        <w:rPr>
          <w:rFonts w:ascii="Arial" w:hAnsi="Arial" w:cs="Arial"/>
        </w:rPr>
        <w:t xml:space="preserve">à </w:t>
      </w:r>
      <w:r w:rsidR="00963E0E" w:rsidRPr="00963E0E">
        <w:rPr>
          <w:rFonts w:ascii="Arial" w:hAnsi="Arial" w:cs="Arial"/>
        </w:rPr>
        <w:t>troca das lixeiras e a limpeza do Largo do Cruzeiro, localizado na Rua Luiz Simon, na altura do nº 413, no Jardim Paraíba</w:t>
      </w:r>
      <w:r w:rsidR="001C61BF">
        <w:rPr>
          <w:rFonts w:ascii="Arial" w:hAnsi="Arial" w:cs="Arial"/>
        </w:rPr>
        <w:t>.</w:t>
      </w:r>
    </w:p>
    <w:p w:rsidR="00C80491" w:rsidRDefault="00C80491" w:rsidP="00C804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local necessita de lixeiras novas e maiores, pois as atuais não são suficientes para acomodar o volume de lixo ali depositado, o que faz com que os animais de rua revirem os detritos e espalhem muita sujeira pelo Largo.</w:t>
      </w:r>
    </w:p>
    <w:p w:rsidR="00C80491" w:rsidRDefault="00C80491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Reiteramos que este pedido já foi feito em 20 de junho </w:t>
      </w:r>
      <w:proofErr w:type="gramStart"/>
      <w:r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 xml:space="preserve"> através da Indicação nº 1578/2018.</w:t>
      </w:r>
    </w:p>
    <w:p w:rsidR="00E246FD" w:rsidRDefault="00E246FD" w:rsidP="00E246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0399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AF3ED7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2688A24">
            <wp:extent cx="4320540" cy="278892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78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AF3ED7" w:rsidP="005053CC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 wp14:anchorId="586654E0">
            <wp:extent cx="4320540" cy="27127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0FB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2CD" w:rsidRDefault="009052CD">
      <w:r>
        <w:separator/>
      </w:r>
    </w:p>
  </w:endnote>
  <w:endnote w:type="continuationSeparator" w:id="0">
    <w:p w:rsidR="009052CD" w:rsidRDefault="0090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2CD" w:rsidRDefault="009052CD">
      <w:r>
        <w:separator/>
      </w:r>
    </w:p>
  </w:footnote>
  <w:footnote w:type="continuationSeparator" w:id="0">
    <w:p w:rsidR="009052CD" w:rsidRDefault="00905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9E4589">
      <w:rPr>
        <w:rFonts w:ascii="Arial" w:hAnsi="Arial" w:cs="Arial"/>
        <w:b/>
        <w:sz w:val="20"/>
        <w:szCs w:val="20"/>
        <w:u w:val="single"/>
      </w:rPr>
      <w:t>802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3E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3E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69A8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C82"/>
    <w:rsid w:val="00254F98"/>
    <w:rsid w:val="00256155"/>
    <w:rsid w:val="00257A10"/>
    <w:rsid w:val="002618FB"/>
    <w:rsid w:val="0027086E"/>
    <w:rsid w:val="00271BB4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62F6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55BD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96B6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35D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57C13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57B4"/>
    <w:rsid w:val="00767E85"/>
    <w:rsid w:val="00767EF3"/>
    <w:rsid w:val="00770468"/>
    <w:rsid w:val="00770A08"/>
    <w:rsid w:val="00773235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052CD"/>
    <w:rsid w:val="009125DB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3E0E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4589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3ED7"/>
    <w:rsid w:val="00AF73C5"/>
    <w:rsid w:val="00AF7906"/>
    <w:rsid w:val="00AF7BDA"/>
    <w:rsid w:val="00B024A7"/>
    <w:rsid w:val="00B03A68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0491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46FD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3FEA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59BD4-52B4-4699-B96A-1EA39E3DE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2018-06-05T13:26:00Z</cp:lastPrinted>
  <dcterms:created xsi:type="dcterms:W3CDTF">2018-08-13T18:35:00Z</dcterms:created>
  <dcterms:modified xsi:type="dcterms:W3CDTF">2018-08-13T18:52:00Z</dcterms:modified>
</cp:coreProperties>
</file>